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31"/>
        <w:gridCol w:w="617"/>
        <w:gridCol w:w="617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84"/>
        <w:gridCol w:w="284"/>
        <w:gridCol w:w="284"/>
        <w:gridCol w:w="284"/>
        <w:gridCol w:w="227"/>
        <w:gridCol w:w="227"/>
        <w:gridCol w:w="227"/>
        <w:gridCol w:w="227"/>
        <w:gridCol w:w="227"/>
        <w:gridCol w:w="227"/>
        <w:gridCol w:w="398"/>
        <w:gridCol w:w="398"/>
        <w:gridCol w:w="399"/>
        <w:gridCol w:w="615"/>
        <w:gridCol w:w="618"/>
      </w:tblGrid>
      <w:tr w:rsidR="00F949CB" w:rsidRPr="009035B7" w:rsidTr="0074055E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949CB" w:rsidRPr="009035B7" w:rsidTr="0074055E">
        <w:trPr>
          <w:trHeight w:val="42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gridSpan w:val="34"/>
            <w:tcBorders>
              <w:bottom w:val="single" w:sz="10" w:space="0" w:color="auto"/>
            </w:tcBorders>
            <w:shd w:val="clear" w:color="FFFFFF" w:fill="auto"/>
            <w:vAlign w:val="center"/>
          </w:tcPr>
          <w:p w:rsidR="00F949CB" w:rsidRPr="009035B7" w:rsidRDefault="00F949CB">
            <w:pPr>
              <w:rPr>
                <w:rFonts w:ascii="Arial" w:hAnsi="Arial"/>
                <w:b/>
                <w:sz w:val="28"/>
                <w:szCs w:val="28"/>
              </w:rPr>
            </w:pPr>
            <w:r w:rsidRPr="009035B7">
              <w:rPr>
                <w:rFonts w:ascii="Arial" w:hAnsi="Arial"/>
                <w:b/>
                <w:sz w:val="28"/>
                <w:szCs w:val="28"/>
              </w:rPr>
              <w:t>Опись номенклатуры</w:t>
            </w:r>
          </w:p>
        </w:tc>
      </w:tr>
      <w:tr w:rsidR="00F949CB" w:rsidRPr="009035B7" w:rsidTr="0074055E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949CB" w:rsidRPr="009035B7" w:rsidTr="0074055E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gridSpan w:val="34"/>
            <w:shd w:val="clear" w:color="FFFFFF" w:fill="auto"/>
            <w:vAlign w:val="bottom"/>
          </w:tcPr>
          <w:p w:rsidR="00F949CB" w:rsidRPr="00F626BD" w:rsidRDefault="00F949CB">
            <w:pPr>
              <w:rPr>
                <w:rFonts w:ascii="Arial" w:hAnsi="Arial"/>
                <w:sz w:val="20"/>
                <w:szCs w:val="20"/>
              </w:rPr>
            </w:pPr>
            <w:r w:rsidRPr="0074055E">
              <w:rPr>
                <w:rFonts w:ascii="Arial" w:hAnsi="Arial"/>
                <w:sz w:val="20"/>
                <w:szCs w:val="20"/>
              </w:rPr>
              <w:t>По документу: {</w:t>
            </w:r>
            <w:r w:rsidRPr="0074055E">
              <w:rPr>
                <w:rFonts w:ascii="Arial" w:hAnsi="Arial"/>
                <w:sz w:val="20"/>
                <w:szCs w:val="20"/>
                <w:lang w:val="en-US"/>
              </w:rPr>
              <w:t>type</w:t>
            </w:r>
            <w:r w:rsidRPr="0074055E">
              <w:rPr>
                <w:rFonts w:ascii="Arial" w:hAnsi="Arial"/>
                <w:sz w:val="20"/>
                <w:szCs w:val="20"/>
              </w:rPr>
              <w:t>} {</w:t>
            </w:r>
            <w:r w:rsidRPr="0074055E">
              <w:rPr>
                <w:rFonts w:ascii="Arial" w:hAnsi="Arial"/>
                <w:sz w:val="20"/>
                <w:szCs w:val="20"/>
                <w:lang w:val="en-US"/>
              </w:rPr>
              <w:t>this</w:t>
            </w:r>
            <w:r w:rsidRPr="0074055E">
              <w:rPr>
                <w:rFonts w:ascii="Arial" w:hAnsi="Arial"/>
                <w:sz w:val="20"/>
                <w:szCs w:val="20"/>
              </w:rPr>
              <w:t>.</w:t>
            </w:r>
            <w:r w:rsidRPr="0074055E">
              <w:rPr>
                <w:rFonts w:ascii="Arial" w:hAnsi="Arial"/>
                <w:sz w:val="20"/>
                <w:szCs w:val="20"/>
                <w:lang w:val="en-US"/>
              </w:rPr>
              <w:t>number</w:t>
            </w:r>
            <w:r w:rsidRPr="0074055E">
              <w:rPr>
                <w:rFonts w:ascii="Arial" w:hAnsi="Arial"/>
                <w:sz w:val="20"/>
                <w:szCs w:val="20"/>
              </w:rPr>
              <w:t>} от {Core_Date::sql2datetime this.</w:t>
            </w:r>
            <w:r w:rsidRPr="0074055E">
              <w:rPr>
                <w:rFonts w:ascii="Arial" w:hAnsi="Arial"/>
                <w:sz w:val="20"/>
                <w:szCs w:val="20"/>
                <w:lang w:val="en-US"/>
              </w:rPr>
              <w:t>datetime</w:t>
            </w:r>
            <w:r w:rsidRPr="0074055E">
              <w:rPr>
                <w:rFonts w:ascii="Arial" w:hAnsi="Arial"/>
                <w:sz w:val="20"/>
                <w:szCs w:val="20"/>
              </w:rPr>
              <w:t>}</w:t>
            </w:r>
            <w:r w:rsidRPr="00CC7BF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г.</w:t>
            </w:r>
          </w:p>
        </w:tc>
      </w:tr>
      <w:tr w:rsidR="00F949CB" w:rsidRPr="009035B7" w:rsidTr="0074055E">
        <w:trPr>
          <w:trHeight w:val="125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949CB" w:rsidRPr="009035B7" w:rsidTr="0074055E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" w:type="dxa"/>
            <w:gridSpan w:val="5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20"/>
                <w:szCs w:val="20"/>
              </w:rPr>
            </w:pPr>
            <w:r w:rsidRPr="009035B7">
              <w:rPr>
                <w:rFonts w:ascii="Arial" w:hAnsi="Arial"/>
                <w:sz w:val="20"/>
                <w:szCs w:val="20"/>
              </w:rPr>
              <w:t>Организация</w:t>
            </w:r>
          </w:p>
        </w:tc>
        <w:tc>
          <w:tcPr>
            <w:tcW w:w="255" w:type="dxa"/>
            <w:gridSpan w:val="29"/>
            <w:shd w:val="clear" w:color="FFFFFF" w:fill="auto"/>
            <w:vAlign w:val="bottom"/>
          </w:tcPr>
          <w:p w:rsidR="00F949CB" w:rsidRPr="005D7FB6" w:rsidRDefault="00F949CB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{company.name}</w:t>
            </w:r>
          </w:p>
        </w:tc>
      </w:tr>
      <w:tr w:rsidR="00F949CB" w:rsidRPr="009035B7" w:rsidTr="0074055E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" w:type="dxa"/>
            <w:gridSpan w:val="5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20"/>
                <w:szCs w:val="20"/>
              </w:rPr>
            </w:pPr>
            <w:r w:rsidRPr="009035B7">
              <w:rPr>
                <w:rFonts w:ascii="Arial" w:hAnsi="Arial"/>
                <w:sz w:val="20"/>
                <w:szCs w:val="20"/>
              </w:rPr>
              <w:t>Магазин</w:t>
            </w:r>
          </w:p>
        </w:tc>
        <w:tc>
          <w:tcPr>
            <w:tcW w:w="255" w:type="dxa"/>
            <w:gridSpan w:val="29"/>
            <w:shd w:val="clear" w:color="FFFFFF" w:fill="auto"/>
            <w:vAlign w:val="bottom"/>
          </w:tcPr>
          <w:p w:rsidR="00F949CB" w:rsidRPr="005D7FB6" w:rsidRDefault="00F949CB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{shop.name}</w:t>
            </w:r>
          </w:p>
        </w:tc>
      </w:tr>
      <w:tr w:rsidR="00F949CB" w:rsidRPr="009035B7" w:rsidTr="0074055E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" w:type="dxa"/>
            <w:gridSpan w:val="5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20"/>
                <w:szCs w:val="20"/>
              </w:rPr>
            </w:pPr>
            <w:r w:rsidRPr="009035B7">
              <w:rPr>
                <w:rFonts w:ascii="Arial" w:hAnsi="Arial"/>
                <w:sz w:val="20"/>
                <w:szCs w:val="20"/>
              </w:rPr>
              <w:t>Склад</w:t>
            </w:r>
          </w:p>
        </w:tc>
        <w:tc>
          <w:tcPr>
            <w:tcW w:w="255" w:type="dxa"/>
            <w:gridSpan w:val="29"/>
            <w:shd w:val="clear" w:color="FFFFFF" w:fill="auto"/>
            <w:vAlign w:val="bottom"/>
          </w:tcPr>
          <w:p w:rsidR="00F949CB" w:rsidRPr="005D7FB6" w:rsidRDefault="00F949CB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{shop_warehouse.name}</w:t>
            </w:r>
          </w:p>
        </w:tc>
      </w:tr>
      <w:tr w:rsidR="00F949CB" w:rsidRPr="009035B7" w:rsidTr="0074055E">
        <w:trPr>
          <w:trHeight w:val="14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on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on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gridSpan w:val="27"/>
            <w:tcBorders>
              <w:top w:val="non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non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non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on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non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on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949CB" w:rsidRPr="009035B7" w:rsidTr="0074055E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34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F949CB" w:rsidRPr="009035B7" w:rsidRDefault="00F949CB" w:rsidP="009035B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035B7">
              <w:rPr>
                <w:rFonts w:ascii="Arial" w:hAnsi="Arial"/>
                <w:b/>
                <w:sz w:val="18"/>
                <w:szCs w:val="18"/>
              </w:rPr>
              <w:t>№</w:t>
            </w:r>
          </w:p>
        </w:tc>
        <w:tc>
          <w:tcPr>
            <w:tcW w:w="255" w:type="dxa"/>
            <w:gridSpan w:val="27"/>
            <w:vMerge w:val="restart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F949CB" w:rsidRPr="009035B7" w:rsidRDefault="00F949CB" w:rsidP="009035B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035B7">
              <w:rPr>
                <w:rFonts w:ascii="Arial" w:hAnsi="Arial"/>
                <w:b/>
                <w:sz w:val="18"/>
                <w:szCs w:val="18"/>
              </w:rPr>
              <w:t>Товар</w:t>
            </w:r>
          </w:p>
        </w:tc>
        <w:tc>
          <w:tcPr>
            <w:tcW w:w="2428" w:type="dxa"/>
            <w:gridSpan w:val="5"/>
            <w:vMerge w:val="restart"/>
            <w:tcBorders>
              <w:top w:val="single" w:sz="10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F949CB" w:rsidRPr="009035B7" w:rsidRDefault="00F949CB" w:rsidP="009035B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035B7">
              <w:rPr>
                <w:rFonts w:ascii="Arial" w:hAnsi="Arial"/>
                <w:b/>
                <w:sz w:val="18"/>
                <w:szCs w:val="18"/>
              </w:rPr>
              <w:t>Количество</w:t>
            </w:r>
          </w:p>
        </w:tc>
      </w:tr>
      <w:tr w:rsidR="00F949CB" w:rsidRPr="009035B7" w:rsidTr="0074055E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34" w:type="dxa"/>
            <w:gridSpan w:val="2"/>
            <w:vMerge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F949CB" w:rsidRPr="009035B7" w:rsidRDefault="00F949CB" w:rsidP="009035B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55" w:type="dxa"/>
            <w:gridSpan w:val="27"/>
            <w:vMerge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F949CB" w:rsidRPr="009035B7" w:rsidRDefault="00F949CB" w:rsidP="009035B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428" w:type="dxa"/>
            <w:gridSpan w:val="5"/>
            <w:vMerge/>
            <w:tcBorders>
              <w:top w:val="single" w:sz="10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F949CB" w:rsidRPr="009035B7" w:rsidRDefault="00F949CB" w:rsidP="009035B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F949CB" w:rsidRPr="009035B7" w:rsidTr="0074055E">
        <w:trPr>
          <w:trHeight w:val="60"/>
        </w:trPr>
        <w:tc>
          <w:tcPr>
            <w:tcW w:w="131" w:type="dxa"/>
            <w:shd w:val="clear" w:color="FFFFFF" w:fill="auto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10" w:space="0" w:color="auto"/>
              <w:bottom w:val="single" w:sz="4" w:space="0" w:color="auto"/>
            </w:tcBorders>
            <w:shd w:val="clear" w:color="FFFFFF" w:fill="auto"/>
          </w:tcPr>
          <w:p w:rsidR="00F949CB" w:rsidRPr="005D7FB6" w:rsidRDefault="00F949CB" w:rsidP="009035B7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{Items.position}</w:t>
            </w:r>
          </w:p>
        </w:tc>
        <w:tc>
          <w:tcPr>
            <w:tcW w:w="25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</w:tcPr>
          <w:p w:rsidR="00F949CB" w:rsidRPr="005D7FB6" w:rsidRDefault="00F949CB">
            <w:pPr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{Items.name}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{Items.quantity}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0" w:space="0" w:color="auto"/>
            </w:tcBorders>
            <w:shd w:val="clear" w:color="FFFFFF" w:fill="auto"/>
          </w:tcPr>
          <w:p w:rsidR="00F949CB" w:rsidRPr="009035B7" w:rsidRDefault="00F949CB" w:rsidP="009035B7">
            <w:pPr>
              <w:wordWrap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{Items.measure}</w:t>
            </w:r>
          </w:p>
        </w:tc>
      </w:tr>
      <w:tr w:rsidR="00F949CB" w:rsidRPr="009035B7" w:rsidTr="0074055E">
        <w:trPr>
          <w:trHeight w:val="14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gridSpan w:val="27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949CB" w:rsidRPr="009035B7" w:rsidTr="0074055E">
        <w:trPr>
          <w:trHeight w:val="105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949CB" w:rsidRPr="009035B7" w:rsidTr="0074055E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gridSpan w:val="34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20"/>
                <w:szCs w:val="20"/>
              </w:rPr>
            </w:pPr>
            <w:r w:rsidRPr="009035B7">
              <w:rPr>
                <w:rFonts w:ascii="Arial" w:hAnsi="Arial"/>
                <w:sz w:val="20"/>
                <w:szCs w:val="20"/>
              </w:rPr>
              <w:t xml:space="preserve">Всего наименований </w:t>
            </w:r>
            <w:r w:rsidRPr="00B85FB6">
              <w:rPr>
                <w:rFonts w:ascii="Arial" w:hAnsi="Arial"/>
                <w:sz w:val="16"/>
                <w:szCs w:val="16"/>
              </w:rPr>
              <w:t>{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total</w:t>
            </w:r>
            <w:r w:rsidRPr="00B85FB6">
              <w:rPr>
                <w:rFonts w:ascii="Arial" w:hAnsi="Arial"/>
                <w:sz w:val="16"/>
                <w:szCs w:val="16"/>
              </w:rPr>
              <w:t>_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count</w:t>
            </w:r>
            <w:r w:rsidRPr="00B85FB6">
              <w:rPr>
                <w:rFonts w:ascii="Arial" w:hAnsi="Arial"/>
                <w:sz w:val="16"/>
                <w:szCs w:val="16"/>
              </w:rPr>
              <w:t>}</w:t>
            </w:r>
          </w:p>
        </w:tc>
      </w:tr>
      <w:tr w:rsidR="00F949CB" w:rsidRPr="009035B7" w:rsidTr="0074055E">
        <w:trPr>
          <w:trHeight w:val="14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9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949CB" w:rsidRPr="009035B7" w:rsidTr="0074055E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9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F949CB" w:rsidRPr="009035B7" w:rsidTr="0074055E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gridSpan w:val="4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b/>
                <w:sz w:val="18"/>
                <w:szCs w:val="18"/>
              </w:rPr>
            </w:pPr>
            <w:r w:rsidRPr="009035B7">
              <w:rPr>
                <w:rFonts w:ascii="Arial" w:hAnsi="Arial"/>
                <w:b/>
                <w:sz w:val="18"/>
                <w:szCs w:val="18"/>
              </w:rPr>
              <w:t>Отпустил</w:t>
            </w:r>
          </w:p>
        </w:tc>
        <w:tc>
          <w:tcPr>
            <w:tcW w:w="255" w:type="dxa"/>
            <w:gridSpan w:val="1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" w:type="dxa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55" w:type="dxa"/>
            <w:gridSpan w:val="4"/>
            <w:shd w:val="clear" w:color="FFFFFF" w:fill="auto"/>
            <w:vAlign w:val="bottom"/>
          </w:tcPr>
          <w:p w:rsidR="00F949CB" w:rsidRPr="009035B7" w:rsidRDefault="00F949CB">
            <w:pPr>
              <w:rPr>
                <w:rFonts w:ascii="Arial" w:hAnsi="Arial"/>
                <w:b/>
                <w:sz w:val="18"/>
                <w:szCs w:val="18"/>
              </w:rPr>
            </w:pPr>
            <w:r w:rsidRPr="009035B7">
              <w:rPr>
                <w:rFonts w:ascii="Arial" w:hAnsi="Arial"/>
                <w:b/>
                <w:sz w:val="18"/>
                <w:szCs w:val="18"/>
              </w:rPr>
              <w:t>Получил</w:t>
            </w:r>
          </w:p>
        </w:tc>
        <w:tc>
          <w:tcPr>
            <w:tcW w:w="284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8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9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8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F949CB" w:rsidRPr="009035B7" w:rsidRDefault="00F949CB" w:rsidP="009035B7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F949CB" w:rsidRDefault="00F949CB"/>
    <w:sectPr w:rsidR="00F949CB" w:rsidSect="00377F8F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F8F"/>
    <w:rsid w:val="000F1BCB"/>
    <w:rsid w:val="0010043E"/>
    <w:rsid w:val="001261F5"/>
    <w:rsid w:val="002035E0"/>
    <w:rsid w:val="00377F8F"/>
    <w:rsid w:val="004029D0"/>
    <w:rsid w:val="005D7FB6"/>
    <w:rsid w:val="0074055E"/>
    <w:rsid w:val="00777C26"/>
    <w:rsid w:val="00810120"/>
    <w:rsid w:val="009035B7"/>
    <w:rsid w:val="00933543"/>
    <w:rsid w:val="009B3DA5"/>
    <w:rsid w:val="009E5375"/>
    <w:rsid w:val="00A011EC"/>
    <w:rsid w:val="00B85FB6"/>
    <w:rsid w:val="00C23D07"/>
    <w:rsid w:val="00C8251C"/>
    <w:rsid w:val="00CA3D4A"/>
    <w:rsid w:val="00CC7BF4"/>
    <w:rsid w:val="00D20D38"/>
    <w:rsid w:val="00D36CF0"/>
    <w:rsid w:val="00D75315"/>
    <w:rsid w:val="00E65437"/>
    <w:rsid w:val="00F17790"/>
    <w:rsid w:val="00F626BD"/>
    <w:rsid w:val="00F94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BCB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0">
    <w:name w:val="TableStyle0"/>
    <w:uiPriority w:val="99"/>
    <w:rsid w:val="00377F8F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uiPriority w:val="99"/>
    <w:rsid w:val="00377F8F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uiPriority w:val="99"/>
    <w:rsid w:val="00377F8F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86</Words>
  <Characters>496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Борис</cp:lastModifiedBy>
  <cp:revision>11</cp:revision>
  <dcterms:created xsi:type="dcterms:W3CDTF">2019-01-28T06:45:00Z</dcterms:created>
  <dcterms:modified xsi:type="dcterms:W3CDTF">2019-03-14T12:21:00Z</dcterms:modified>
</cp:coreProperties>
</file>