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70"/>
        <w:gridCol w:w="556"/>
        <w:gridCol w:w="556"/>
        <w:gridCol w:w="216"/>
        <w:gridCol w:w="645"/>
        <w:gridCol w:w="221"/>
        <w:gridCol w:w="164"/>
        <w:gridCol w:w="164"/>
        <w:gridCol w:w="164"/>
        <w:gridCol w:w="164"/>
        <w:gridCol w:w="164"/>
        <w:gridCol w:w="164"/>
        <w:gridCol w:w="164"/>
        <w:gridCol w:w="165"/>
        <w:gridCol w:w="165"/>
        <w:gridCol w:w="165"/>
        <w:gridCol w:w="165"/>
        <w:gridCol w:w="165"/>
        <w:gridCol w:w="165"/>
        <w:gridCol w:w="113"/>
        <w:gridCol w:w="113"/>
        <w:gridCol w:w="165"/>
        <w:gridCol w:w="165"/>
        <w:gridCol w:w="165"/>
        <w:gridCol w:w="145"/>
        <w:gridCol w:w="113"/>
        <w:gridCol w:w="165"/>
        <w:gridCol w:w="156"/>
        <w:gridCol w:w="18"/>
        <w:gridCol w:w="354"/>
        <w:gridCol w:w="158"/>
        <w:gridCol w:w="213"/>
        <w:gridCol w:w="298"/>
        <w:gridCol w:w="72"/>
        <w:gridCol w:w="419"/>
        <w:gridCol w:w="818"/>
        <w:gridCol w:w="325"/>
        <w:gridCol w:w="245"/>
        <w:gridCol w:w="245"/>
        <w:gridCol w:w="245"/>
        <w:gridCol w:w="31"/>
        <w:gridCol w:w="137"/>
        <w:gridCol w:w="81"/>
        <w:gridCol w:w="220"/>
        <w:gridCol w:w="299"/>
        <w:gridCol w:w="299"/>
        <w:gridCol w:w="299"/>
        <w:gridCol w:w="293"/>
      </w:tblGrid>
      <w:tr w:rsidR="00B44470" w:rsidRPr="00F17E05" w:rsidTr="0019738D">
        <w:trPr>
          <w:trHeight w:val="60"/>
        </w:trPr>
        <w:tc>
          <w:tcPr>
            <w:tcW w:w="62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56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9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0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12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7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7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7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1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B44470" w:rsidRPr="00F17E05" w:rsidTr="0022431F">
        <w:trPr>
          <w:trHeight w:val="42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20" w:type="dxa"/>
            <w:gridSpan w:val="47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B44470" w:rsidRPr="00C311F4" w:rsidRDefault="00B44470">
            <w:pPr>
              <w:rPr>
                <w:rFonts w:ascii="Arial" w:hAnsi="Arial"/>
                <w:b/>
                <w:sz w:val="28"/>
                <w:szCs w:val="28"/>
              </w:rPr>
            </w:pPr>
            <w:r w:rsidRPr="00F17E05">
              <w:rPr>
                <w:rFonts w:ascii="Arial" w:hAnsi="Arial"/>
                <w:b/>
                <w:sz w:val="28"/>
                <w:szCs w:val="28"/>
              </w:rPr>
              <w:t xml:space="preserve">Оприходование товаров № </w:t>
            </w:r>
            <w:r w:rsidRPr="00B85FB6">
              <w:rPr>
                <w:rFonts w:ascii="Arial" w:hAnsi="Arial"/>
                <w:b/>
                <w:sz w:val="28"/>
                <w:szCs w:val="28"/>
              </w:rPr>
              <w:t>{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this</w:t>
            </w:r>
            <w:r w:rsidRPr="004B3D64">
              <w:rPr>
                <w:rFonts w:ascii="Arial" w:hAnsi="Arial"/>
                <w:b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number</w:t>
            </w:r>
            <w:r w:rsidRPr="00B85FB6">
              <w:rPr>
                <w:rFonts w:ascii="Arial" w:hAnsi="Arial"/>
                <w:b/>
                <w:sz w:val="28"/>
                <w:szCs w:val="28"/>
              </w:rPr>
              <w:t>}</w:t>
            </w:r>
            <w:r w:rsidRPr="00F17E05">
              <w:rPr>
                <w:rFonts w:ascii="Arial" w:hAnsi="Arial"/>
                <w:b/>
                <w:sz w:val="28"/>
                <w:szCs w:val="28"/>
              </w:rPr>
              <w:t xml:space="preserve"> от </w:t>
            </w:r>
            <w:r w:rsidRPr="00B85FB6">
              <w:rPr>
                <w:rFonts w:ascii="Arial" w:hAnsi="Arial"/>
                <w:b/>
                <w:sz w:val="28"/>
                <w:szCs w:val="28"/>
              </w:rPr>
              <w:t>{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this</w:t>
            </w:r>
            <w:r w:rsidRPr="004B3D64">
              <w:rPr>
                <w:rFonts w:ascii="Arial" w:hAnsi="Arial"/>
                <w:b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date</w:t>
            </w:r>
            <w:r w:rsidRPr="00B85FB6">
              <w:rPr>
                <w:rFonts w:ascii="Arial" w:hAnsi="Arial"/>
                <w:b/>
                <w:sz w:val="28"/>
                <w:szCs w:val="28"/>
              </w:rPr>
              <w:t>}</w:t>
            </w:r>
            <w:r w:rsidRPr="00C311F4">
              <w:rPr>
                <w:rFonts w:ascii="Arial" w:hAnsi="Arial"/>
                <w:b/>
                <w:sz w:val="28"/>
                <w:szCs w:val="28"/>
              </w:rPr>
              <w:t xml:space="preserve"> г.</w:t>
            </w:r>
          </w:p>
        </w:tc>
      </w:tr>
      <w:tr w:rsidR="00B44470" w:rsidRPr="00F17E05" w:rsidTr="0022431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B44470" w:rsidRPr="00F17E05" w:rsidTr="00CB713F">
        <w:trPr>
          <w:trHeight w:val="9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58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3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4470" w:rsidRPr="00F17E05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58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3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44470" w:rsidRPr="00F17E05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3" w:type="dxa"/>
            <w:gridSpan w:val="4"/>
            <w:shd w:val="clear" w:color="FFFFFF" w:fill="auto"/>
            <w:vAlign w:val="center"/>
          </w:tcPr>
          <w:p w:rsidR="00B44470" w:rsidRPr="00F17E05" w:rsidRDefault="00B44470">
            <w:pPr>
              <w:rPr>
                <w:rFonts w:ascii="Arial" w:hAnsi="Arial"/>
                <w:sz w:val="18"/>
                <w:szCs w:val="18"/>
              </w:rPr>
            </w:pPr>
            <w:r w:rsidRPr="00F17E05">
              <w:rPr>
                <w:rFonts w:ascii="Arial" w:hAnsi="Arial"/>
                <w:sz w:val="18"/>
                <w:szCs w:val="18"/>
              </w:rPr>
              <w:t>Организация:</w:t>
            </w:r>
          </w:p>
        </w:tc>
        <w:tc>
          <w:tcPr>
            <w:tcW w:w="8584" w:type="dxa"/>
            <w:gridSpan w:val="32"/>
            <w:shd w:val="clear" w:color="FFFFFF" w:fill="auto"/>
          </w:tcPr>
          <w:p w:rsidR="00B44470" w:rsidRPr="00B85FB6" w:rsidRDefault="00B44470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{company.name}</w:t>
            </w: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2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B44470" w:rsidRPr="00F17E05" w:rsidTr="00CB713F"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3" w:type="dxa"/>
            <w:gridSpan w:val="4"/>
            <w:shd w:val="clear" w:color="FFFFFF" w:fill="auto"/>
            <w:vAlign w:val="center"/>
          </w:tcPr>
          <w:p w:rsidR="00B44470" w:rsidRPr="00F17E05" w:rsidRDefault="00B44470">
            <w:pPr>
              <w:rPr>
                <w:rFonts w:ascii="Arial" w:hAnsi="Arial"/>
                <w:sz w:val="18"/>
                <w:szCs w:val="18"/>
              </w:rPr>
            </w:pPr>
            <w:r w:rsidRPr="00F17E05">
              <w:rPr>
                <w:rFonts w:ascii="Arial" w:hAnsi="Arial"/>
                <w:sz w:val="18"/>
                <w:szCs w:val="18"/>
              </w:rPr>
              <w:t>Склад:</w:t>
            </w:r>
          </w:p>
        </w:tc>
        <w:tc>
          <w:tcPr>
            <w:tcW w:w="8584" w:type="dxa"/>
            <w:gridSpan w:val="32"/>
            <w:shd w:val="clear" w:color="FFFFFF" w:fill="auto"/>
          </w:tcPr>
          <w:p w:rsidR="00B44470" w:rsidRPr="00B85FB6" w:rsidRDefault="00B44470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{shop_warehouse.name}</w:t>
            </w: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2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B44470" w:rsidRPr="00F17E05" w:rsidTr="00CB713F">
        <w:trPr>
          <w:trHeight w:val="12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58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3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2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B44470" w:rsidRPr="00F17E05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17E05">
              <w:rPr>
                <w:rFonts w:ascii="Arial" w:hAnsi="Arial"/>
                <w:b/>
                <w:sz w:val="18"/>
                <w:szCs w:val="18"/>
              </w:rPr>
              <w:t>№</w:t>
            </w:r>
          </w:p>
        </w:tc>
        <w:tc>
          <w:tcPr>
            <w:tcW w:w="8269" w:type="dxa"/>
            <w:gridSpan w:val="25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17E05">
              <w:rPr>
                <w:rFonts w:ascii="Arial" w:hAnsi="Arial"/>
                <w:b/>
                <w:sz w:val="18"/>
                <w:szCs w:val="18"/>
              </w:rPr>
              <w:t>Товар</w:t>
            </w:r>
          </w:p>
        </w:tc>
        <w:tc>
          <w:tcPr>
            <w:tcW w:w="1575" w:type="dxa"/>
            <w:gridSpan w:val="8"/>
            <w:vMerge w:val="restart"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17E05">
              <w:rPr>
                <w:rFonts w:ascii="Arial" w:hAnsi="Arial"/>
                <w:b/>
                <w:sz w:val="18"/>
                <w:szCs w:val="18"/>
              </w:rPr>
              <w:t>Количество</w:t>
            </w:r>
          </w:p>
        </w:tc>
        <w:tc>
          <w:tcPr>
            <w:tcW w:w="1181" w:type="dxa"/>
            <w:gridSpan w:val="5"/>
            <w:vMerge w:val="restart"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17E05">
              <w:rPr>
                <w:rFonts w:ascii="Arial" w:hAnsi="Arial"/>
                <w:b/>
                <w:sz w:val="18"/>
                <w:szCs w:val="18"/>
              </w:rPr>
              <w:t>Цена</w:t>
            </w:r>
          </w:p>
        </w:tc>
        <w:tc>
          <w:tcPr>
            <w:tcW w:w="1575" w:type="dxa"/>
            <w:gridSpan w:val="7"/>
            <w:vMerge w:val="restart"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17E05">
              <w:rPr>
                <w:rFonts w:ascii="Arial" w:hAnsi="Arial"/>
                <w:b/>
                <w:sz w:val="18"/>
                <w:szCs w:val="18"/>
              </w:rPr>
              <w:t>Сумма</w:t>
            </w:r>
          </w:p>
        </w:tc>
      </w:tr>
      <w:tr w:rsidR="00B44470" w:rsidRPr="00F17E05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8269" w:type="dxa"/>
            <w:gridSpan w:val="25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575" w:type="dxa"/>
            <w:gridSpan w:val="8"/>
            <w:vMerge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81" w:type="dxa"/>
            <w:gridSpan w:val="5"/>
            <w:vMerge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575" w:type="dxa"/>
            <w:gridSpan w:val="7"/>
            <w:vMerge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B44470" w:rsidRPr="00F17E05" w:rsidRDefault="00B44470" w:rsidP="00F17E0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B44470" w:rsidRPr="00F17E05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:rsidR="00B44470" w:rsidRPr="00B85FB6" w:rsidRDefault="00B44470" w:rsidP="00F17E05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{Items.position}</w:t>
            </w:r>
          </w:p>
        </w:tc>
        <w:tc>
          <w:tcPr>
            <w:tcW w:w="8269" w:type="dxa"/>
            <w:gridSpan w:val="25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B44470" w:rsidRPr="00B85FB6" w:rsidRDefault="00B44470">
            <w:p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{Items.name}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B44470" w:rsidRPr="00F17E05" w:rsidRDefault="00B44470" w:rsidP="009F7548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{Items.quantity}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</w:tcPr>
          <w:p w:rsidR="00B44470" w:rsidRPr="00B85FB6" w:rsidRDefault="00B44470" w:rsidP="009F7548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{Items.measure}</w:t>
            </w:r>
          </w:p>
        </w:tc>
        <w:tc>
          <w:tcPr>
            <w:tcW w:w="118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 w:rsidP="00F17E05">
            <w:pPr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{Items.price}</w:t>
            </w:r>
          </w:p>
        </w:tc>
        <w:tc>
          <w:tcPr>
            <w:tcW w:w="1575" w:type="dxa"/>
            <w:gridSpan w:val="7"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B44470" w:rsidRPr="00604ADC" w:rsidRDefault="00B44470" w:rsidP="00F17E05">
            <w:pPr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{Items.amount}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{Items.currency}</w:t>
            </w:r>
          </w:p>
        </w:tc>
      </w:tr>
      <w:tr w:rsidR="00B44470" w:rsidRPr="00F17E05" w:rsidTr="00CB713F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269" w:type="dxa"/>
            <w:gridSpan w:val="25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27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B44470" w:rsidRPr="00254686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58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3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gridSpan w:val="5"/>
            <w:shd w:val="clear" w:color="FFFFFF" w:fill="auto"/>
            <w:vAlign w:val="bottom"/>
          </w:tcPr>
          <w:p w:rsidR="00B44470" w:rsidRPr="00F17E05" w:rsidRDefault="00B44470" w:rsidP="00EE3FA7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62" w:type="dxa"/>
            <w:gridSpan w:val="6"/>
            <w:shd w:val="clear" w:color="FFFFFF" w:fill="auto"/>
            <w:vAlign w:val="bottom"/>
          </w:tcPr>
          <w:p w:rsidR="00B44470" w:rsidRPr="004B3D64" w:rsidRDefault="00B44470" w:rsidP="00DB1A6D">
            <w:pPr>
              <w:jc w:val="right"/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</w:tc>
      </w:tr>
      <w:tr w:rsidR="00B44470" w:rsidRPr="008427E2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4B3D64" w:rsidRDefault="00B44470">
            <w:pPr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13020" w:type="dxa"/>
            <w:gridSpan w:val="47"/>
            <w:shd w:val="clear" w:color="FFFFFF" w:fill="auto"/>
            <w:vAlign w:val="bottom"/>
          </w:tcPr>
          <w:p w:rsidR="00B44470" w:rsidRPr="008427E2" w:rsidRDefault="00B44470">
            <w:pPr>
              <w:rPr>
                <w:rFonts w:ascii="Arial" w:hAnsi="Arial"/>
                <w:sz w:val="16"/>
                <w:szCs w:val="16"/>
                <w:lang w:val="en-US"/>
              </w:rPr>
            </w:pPr>
            <w:r w:rsidRPr="00F17E05">
              <w:rPr>
                <w:rFonts w:ascii="Arial" w:hAnsi="Arial"/>
                <w:sz w:val="16"/>
                <w:szCs w:val="16"/>
              </w:rPr>
              <w:t>Всего</w:t>
            </w:r>
            <w:r w:rsidRPr="004B3D64"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r w:rsidRPr="00F17E05">
              <w:rPr>
                <w:rFonts w:ascii="Arial" w:hAnsi="Arial"/>
                <w:sz w:val="16"/>
                <w:szCs w:val="16"/>
              </w:rPr>
              <w:t>наименований</w:t>
            </w:r>
            <w:r w:rsidRPr="004B3D64">
              <w:rPr>
                <w:rFonts w:ascii="Arial" w:hAnsi="Arial"/>
                <w:sz w:val="16"/>
                <w:szCs w:val="16"/>
                <w:lang w:val="en-US"/>
              </w:rPr>
              <w:t xml:space="preserve"> 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total</w:t>
            </w:r>
            <w:r w:rsidRPr="004B3D64">
              <w:rPr>
                <w:rFonts w:ascii="Arial" w:hAnsi="Arial"/>
                <w:sz w:val="16"/>
                <w:szCs w:val="16"/>
                <w:lang w:val="en-US"/>
              </w:rPr>
              <w:t>_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count</w:t>
            </w:r>
            <w:r w:rsidRPr="004B3D64">
              <w:rPr>
                <w:rFonts w:ascii="Arial" w:hAnsi="Arial"/>
                <w:sz w:val="16"/>
                <w:szCs w:val="16"/>
                <w:lang w:val="en-US"/>
              </w:rPr>
              <w:t>}</w:t>
            </w:r>
          </w:p>
        </w:tc>
      </w:tr>
      <w:tr w:rsidR="00B44470" w:rsidRPr="00F17E05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4B3D64" w:rsidRDefault="00B44470">
            <w:pPr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13020" w:type="dxa"/>
            <w:gridSpan w:val="47"/>
            <w:shd w:val="clear" w:color="FFFFFF" w:fill="auto"/>
            <w:vAlign w:val="bottom"/>
          </w:tcPr>
          <w:p w:rsidR="00B44470" w:rsidRPr="00D062F2" w:rsidRDefault="00B44470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</w:p>
        </w:tc>
      </w:tr>
      <w:tr w:rsidR="00B44470" w:rsidRPr="00F17E05" w:rsidTr="00CB713F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2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B44470" w:rsidRPr="00F17E05" w:rsidTr="00CB713F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58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3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2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B44470" w:rsidRPr="00F17E05" w:rsidTr="006B03B8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3" w:type="dxa"/>
            <w:gridSpan w:val="4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b/>
                <w:sz w:val="18"/>
                <w:szCs w:val="18"/>
              </w:rPr>
            </w:pPr>
            <w:r w:rsidRPr="00F17E05">
              <w:rPr>
                <w:rFonts w:ascii="Arial" w:hAnsi="Arial"/>
                <w:b/>
                <w:sz w:val="18"/>
                <w:szCs w:val="18"/>
              </w:rPr>
              <w:t>Принял:</w:t>
            </w:r>
          </w:p>
        </w:tc>
        <w:tc>
          <w:tcPr>
            <w:tcW w:w="2916" w:type="dxa"/>
            <w:gridSpan w:val="21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66" w:type="dxa"/>
            <w:gridSpan w:val="17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B44470" w:rsidRPr="0019738D" w:rsidRDefault="00B44470">
            <w:p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</w:t>
            </w:r>
            <w:r w:rsidRPr="0019738D">
              <w:rPr>
                <w:rFonts w:ascii="Arial" w:hAnsi="Arial"/>
                <w:sz w:val="16"/>
                <w:szCs w:val="16"/>
                <w:lang w:val="en-US"/>
              </w:rPr>
              <w:t>user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.getFullName}</w:t>
            </w: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2" w:type="dxa"/>
            <w:shd w:val="clear" w:color="FFFFFF" w:fill="auto"/>
            <w:vAlign w:val="bottom"/>
          </w:tcPr>
          <w:p w:rsidR="00B44470" w:rsidRPr="00F17E05" w:rsidRDefault="00B44470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B44470" w:rsidRDefault="00B44470"/>
    <w:sectPr w:rsidR="00B44470" w:rsidSect="00ED7368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7368"/>
    <w:rsid w:val="00016674"/>
    <w:rsid w:val="00023961"/>
    <w:rsid w:val="0003107C"/>
    <w:rsid w:val="00075D4D"/>
    <w:rsid w:val="00135EC2"/>
    <w:rsid w:val="0019738D"/>
    <w:rsid w:val="001A7E25"/>
    <w:rsid w:val="001D6975"/>
    <w:rsid w:val="0021101D"/>
    <w:rsid w:val="0022101D"/>
    <w:rsid w:val="0022431F"/>
    <w:rsid w:val="00250DCA"/>
    <w:rsid w:val="00254686"/>
    <w:rsid w:val="002E1C4A"/>
    <w:rsid w:val="002F5731"/>
    <w:rsid w:val="0032252E"/>
    <w:rsid w:val="003366B9"/>
    <w:rsid w:val="003724BB"/>
    <w:rsid w:val="003D415A"/>
    <w:rsid w:val="00466386"/>
    <w:rsid w:val="004B17B8"/>
    <w:rsid w:val="004B3D64"/>
    <w:rsid w:val="005C0F86"/>
    <w:rsid w:val="005F4ECA"/>
    <w:rsid w:val="005F6091"/>
    <w:rsid w:val="00604ADC"/>
    <w:rsid w:val="00647449"/>
    <w:rsid w:val="00663AC2"/>
    <w:rsid w:val="006739D0"/>
    <w:rsid w:val="006B03B8"/>
    <w:rsid w:val="006E7423"/>
    <w:rsid w:val="006E764E"/>
    <w:rsid w:val="00716ABA"/>
    <w:rsid w:val="00773010"/>
    <w:rsid w:val="007A585C"/>
    <w:rsid w:val="00836F5B"/>
    <w:rsid w:val="008427E2"/>
    <w:rsid w:val="00963552"/>
    <w:rsid w:val="009F7548"/>
    <w:rsid w:val="00A47769"/>
    <w:rsid w:val="00A621AF"/>
    <w:rsid w:val="00A91658"/>
    <w:rsid w:val="00AD400E"/>
    <w:rsid w:val="00AF2667"/>
    <w:rsid w:val="00AF45CD"/>
    <w:rsid w:val="00B10DA7"/>
    <w:rsid w:val="00B16693"/>
    <w:rsid w:val="00B41A6B"/>
    <w:rsid w:val="00B44470"/>
    <w:rsid w:val="00B542AA"/>
    <w:rsid w:val="00B6453F"/>
    <w:rsid w:val="00B85FB6"/>
    <w:rsid w:val="00C311F4"/>
    <w:rsid w:val="00C52E5E"/>
    <w:rsid w:val="00CA2923"/>
    <w:rsid w:val="00CB713F"/>
    <w:rsid w:val="00CE4257"/>
    <w:rsid w:val="00CF31B3"/>
    <w:rsid w:val="00D016EC"/>
    <w:rsid w:val="00D062F2"/>
    <w:rsid w:val="00D3614C"/>
    <w:rsid w:val="00D763C3"/>
    <w:rsid w:val="00DB1A6D"/>
    <w:rsid w:val="00DF239B"/>
    <w:rsid w:val="00E03349"/>
    <w:rsid w:val="00E23286"/>
    <w:rsid w:val="00ED7368"/>
    <w:rsid w:val="00EE3FA7"/>
    <w:rsid w:val="00F17E05"/>
    <w:rsid w:val="00F51EC5"/>
    <w:rsid w:val="00F80234"/>
    <w:rsid w:val="00F8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F5B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ED7368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ED7368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ED7368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106</Words>
  <Characters>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Alexander</cp:lastModifiedBy>
  <cp:revision>21</cp:revision>
  <dcterms:created xsi:type="dcterms:W3CDTF">2019-01-16T12:41:00Z</dcterms:created>
  <dcterms:modified xsi:type="dcterms:W3CDTF">2019-03-22T09:41:00Z</dcterms:modified>
</cp:coreProperties>
</file>