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71"/>
        <w:gridCol w:w="36"/>
        <w:gridCol w:w="175"/>
        <w:gridCol w:w="175"/>
        <w:gridCol w:w="170"/>
        <w:gridCol w:w="90"/>
        <w:gridCol w:w="466"/>
        <w:gridCol w:w="253"/>
        <w:gridCol w:w="65"/>
        <w:gridCol w:w="356"/>
        <w:gridCol w:w="260"/>
        <w:gridCol w:w="83"/>
        <w:gridCol w:w="177"/>
        <w:gridCol w:w="53"/>
        <w:gridCol w:w="171"/>
        <w:gridCol w:w="36"/>
        <w:gridCol w:w="135"/>
        <w:gridCol w:w="125"/>
        <w:gridCol w:w="46"/>
        <w:gridCol w:w="172"/>
        <w:gridCol w:w="31"/>
        <w:gridCol w:w="141"/>
        <w:gridCol w:w="108"/>
        <w:gridCol w:w="64"/>
        <w:gridCol w:w="172"/>
        <w:gridCol w:w="27"/>
        <w:gridCol w:w="145"/>
        <w:gridCol w:w="118"/>
        <w:gridCol w:w="54"/>
        <w:gridCol w:w="172"/>
        <w:gridCol w:w="37"/>
        <w:gridCol w:w="135"/>
        <w:gridCol w:w="128"/>
        <w:gridCol w:w="44"/>
        <w:gridCol w:w="172"/>
        <w:gridCol w:w="47"/>
        <w:gridCol w:w="70"/>
        <w:gridCol w:w="117"/>
        <w:gridCol w:w="76"/>
        <w:gridCol w:w="96"/>
        <w:gridCol w:w="167"/>
        <w:gridCol w:w="5"/>
        <w:gridCol w:w="163"/>
        <w:gridCol w:w="9"/>
        <w:gridCol w:w="151"/>
        <w:gridCol w:w="16"/>
        <w:gridCol w:w="101"/>
        <w:gridCol w:w="162"/>
        <w:gridCol w:w="164"/>
        <w:gridCol w:w="99"/>
        <w:gridCol w:w="263"/>
        <w:gridCol w:w="9"/>
        <w:gridCol w:w="222"/>
        <w:gridCol w:w="149"/>
        <w:gridCol w:w="27"/>
        <w:gridCol w:w="263"/>
        <w:gridCol w:w="81"/>
        <w:gridCol w:w="182"/>
        <w:gridCol w:w="263"/>
        <w:gridCol w:w="143"/>
        <w:gridCol w:w="120"/>
        <w:gridCol w:w="263"/>
        <w:gridCol w:w="205"/>
        <w:gridCol w:w="58"/>
        <w:gridCol w:w="204"/>
        <w:gridCol w:w="45"/>
        <w:gridCol w:w="210"/>
        <w:gridCol w:w="39"/>
        <w:gridCol w:w="216"/>
        <w:gridCol w:w="33"/>
        <w:gridCol w:w="222"/>
        <w:gridCol w:w="27"/>
        <w:gridCol w:w="6"/>
        <w:gridCol w:w="157"/>
        <w:gridCol w:w="25"/>
        <w:gridCol w:w="70"/>
        <w:gridCol w:w="157"/>
        <w:gridCol w:w="22"/>
        <w:gridCol w:w="73"/>
        <w:gridCol w:w="157"/>
        <w:gridCol w:w="19"/>
        <w:gridCol w:w="76"/>
        <w:gridCol w:w="157"/>
        <w:gridCol w:w="16"/>
        <w:gridCol w:w="79"/>
        <w:gridCol w:w="157"/>
        <w:gridCol w:w="13"/>
        <w:gridCol w:w="228"/>
        <w:gridCol w:w="11"/>
      </w:tblGrid>
      <w:tr w:rsidR="00077744" w:rsidRPr="003F4C5F" w:rsidTr="00A537C9">
        <w:trPr>
          <w:gridAfter w:val="1"/>
          <w:wAfter w:w="13" w:type="dxa"/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gridAfter w:val="1"/>
          <w:wAfter w:w="13" w:type="dxa"/>
          <w:trHeight w:val="42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3020" w:type="dxa"/>
            <w:gridSpan w:val="87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077744" w:rsidRPr="00675822" w:rsidRDefault="00077744">
            <w:pPr>
              <w:rPr>
                <w:rFonts w:ascii="Arial" w:eastAsia="MS MinNew Roman" w:hAnsi="Arial"/>
                <w:b/>
                <w:sz w:val="28"/>
                <w:szCs w:val="28"/>
              </w:rPr>
            </w:pPr>
            <w:r w:rsidRPr="003F4C5F">
              <w:rPr>
                <w:rFonts w:ascii="Arial" w:eastAsia="MS MinNew Roman" w:hAnsi="Arial"/>
                <w:b/>
                <w:sz w:val="28"/>
                <w:szCs w:val="28"/>
              </w:rPr>
              <w:t xml:space="preserve">Списание товаров № </w:t>
            </w:r>
            <w:r w:rsidRPr="00D571D0">
              <w:rPr>
                <w:rFonts w:ascii="Arial" w:eastAsia="MS MinNew Roman" w:hAnsi="Arial"/>
                <w:b/>
                <w:sz w:val="28"/>
                <w:szCs w:val="28"/>
              </w:rPr>
              <w:t>{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this</w:t>
            </w:r>
            <w:r w:rsidRPr="00A2418C">
              <w:rPr>
                <w:rFonts w:ascii="Arial" w:eastAsia="MS MinNew Roman" w:hAnsi="Arial"/>
                <w:b/>
                <w:sz w:val="28"/>
                <w:szCs w:val="28"/>
              </w:rPr>
              <w:t>.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number</w:t>
            </w:r>
            <w:r w:rsidRPr="00D571D0">
              <w:rPr>
                <w:rFonts w:ascii="Arial" w:eastAsia="MS MinNew Roman" w:hAnsi="Arial"/>
                <w:b/>
                <w:sz w:val="28"/>
                <w:szCs w:val="28"/>
              </w:rPr>
              <w:t>}</w:t>
            </w:r>
            <w:r w:rsidRPr="003F4C5F">
              <w:rPr>
                <w:rFonts w:ascii="Arial" w:eastAsia="MS MinNew Roman" w:hAnsi="Arial"/>
                <w:b/>
                <w:sz w:val="28"/>
                <w:szCs w:val="28"/>
              </w:rPr>
              <w:t xml:space="preserve"> от </w:t>
            </w:r>
            <w:r w:rsidRPr="00D571D0">
              <w:rPr>
                <w:rFonts w:ascii="Arial" w:eastAsia="MS MinNew Roman" w:hAnsi="Arial"/>
                <w:b/>
                <w:sz w:val="28"/>
                <w:szCs w:val="28"/>
              </w:rPr>
              <w:t>{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this</w:t>
            </w:r>
            <w:r w:rsidRPr="00A2418C">
              <w:rPr>
                <w:rFonts w:ascii="Arial" w:eastAsia="MS MinNew Roman" w:hAnsi="Arial"/>
                <w:b/>
                <w:sz w:val="28"/>
                <w:szCs w:val="28"/>
              </w:rPr>
              <w:t>.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date</w:t>
            </w:r>
            <w:r w:rsidRPr="00D571D0">
              <w:rPr>
                <w:rFonts w:ascii="Arial" w:eastAsia="MS MinNew Roman" w:hAnsi="Arial"/>
                <w:b/>
                <w:sz w:val="28"/>
                <w:szCs w:val="28"/>
              </w:rPr>
              <w:t>}</w:t>
            </w:r>
            <w:r w:rsidRPr="00675822">
              <w:rPr>
                <w:rFonts w:ascii="Arial" w:eastAsia="MS MinNew Roman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eastAsia="MS MinNew Roman" w:hAnsi="Arial"/>
                <w:b/>
                <w:sz w:val="28"/>
                <w:szCs w:val="28"/>
              </w:rPr>
              <w:t>г.</w:t>
            </w:r>
          </w:p>
        </w:tc>
      </w:tr>
      <w:tr w:rsidR="00077744" w:rsidRPr="003F4C5F" w:rsidTr="00A537C9">
        <w:trPr>
          <w:gridAfter w:val="1"/>
          <w:wAfter w:w="13" w:type="dxa"/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gridAfter w:val="1"/>
          <w:wAfter w:w="13" w:type="dxa"/>
          <w:trHeight w:val="9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10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958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</w:tr>
      <w:tr w:rsidR="00077744" w:rsidRPr="003F4C5F" w:rsidTr="00A537C9">
        <w:trPr>
          <w:gridAfter w:val="1"/>
          <w:wAfter w:w="13" w:type="dxa"/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10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958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</w:tr>
      <w:tr w:rsidR="00077744" w:rsidRPr="003F4C5F" w:rsidTr="00A537C9">
        <w:trPr>
          <w:gridAfter w:val="1"/>
          <w:wAfter w:w="13" w:type="dxa"/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693" w:type="dxa"/>
            <w:gridSpan w:val="11"/>
            <w:shd w:val="clear" w:color="FFFFFF" w:fill="auto"/>
            <w:vAlign w:val="center"/>
          </w:tcPr>
          <w:p w:rsidR="00077744" w:rsidRPr="003F4C5F" w:rsidRDefault="00077744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3F4C5F">
              <w:rPr>
                <w:rFonts w:ascii="Arial" w:eastAsia="MS MinNew Roman" w:hAnsi="Arial"/>
                <w:sz w:val="18"/>
                <w:szCs w:val="18"/>
              </w:rPr>
              <w:t>Организация:</w:t>
            </w:r>
          </w:p>
        </w:tc>
        <w:tc>
          <w:tcPr>
            <w:tcW w:w="8584" w:type="dxa"/>
            <w:gridSpan w:val="53"/>
            <w:shd w:val="clear" w:color="FFFFFF" w:fill="auto"/>
          </w:tcPr>
          <w:p w:rsidR="00077744" w:rsidRPr="00D571D0" w:rsidRDefault="00077744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{company.name}</w:t>
            </w: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gridAfter w:val="1"/>
          <w:wAfter w:w="13" w:type="dxa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693" w:type="dxa"/>
            <w:gridSpan w:val="11"/>
            <w:shd w:val="clear" w:color="FFFFFF" w:fill="auto"/>
            <w:vAlign w:val="center"/>
          </w:tcPr>
          <w:p w:rsidR="00077744" w:rsidRPr="003F4C5F" w:rsidRDefault="00077744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3F4C5F">
              <w:rPr>
                <w:rFonts w:ascii="Arial" w:eastAsia="MS MinNew Roman" w:hAnsi="Arial"/>
                <w:sz w:val="18"/>
                <w:szCs w:val="18"/>
              </w:rPr>
              <w:t>Магазин:</w:t>
            </w:r>
          </w:p>
        </w:tc>
        <w:tc>
          <w:tcPr>
            <w:tcW w:w="8584" w:type="dxa"/>
            <w:gridSpan w:val="53"/>
            <w:shd w:val="clear" w:color="FFFFFF" w:fill="auto"/>
          </w:tcPr>
          <w:p w:rsidR="00077744" w:rsidRPr="00D571D0" w:rsidRDefault="00077744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{shop.name}</w:t>
            </w: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gridAfter w:val="1"/>
          <w:wAfter w:w="13" w:type="dxa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693" w:type="dxa"/>
            <w:gridSpan w:val="11"/>
            <w:shd w:val="clear" w:color="FFFFFF" w:fill="auto"/>
            <w:vAlign w:val="center"/>
          </w:tcPr>
          <w:p w:rsidR="00077744" w:rsidRPr="003F4C5F" w:rsidRDefault="00077744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3F4C5F">
              <w:rPr>
                <w:rFonts w:ascii="Arial" w:eastAsia="MS MinNew Roman" w:hAnsi="Arial"/>
                <w:sz w:val="18"/>
                <w:szCs w:val="18"/>
              </w:rPr>
              <w:t>Склад:</w:t>
            </w:r>
          </w:p>
        </w:tc>
        <w:tc>
          <w:tcPr>
            <w:tcW w:w="8584" w:type="dxa"/>
            <w:gridSpan w:val="53"/>
            <w:shd w:val="clear" w:color="FFFFFF" w:fill="auto"/>
          </w:tcPr>
          <w:p w:rsidR="00077744" w:rsidRPr="00D571D0" w:rsidRDefault="00077744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{shop_warehouse.name}</w:t>
            </w: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gridAfter w:val="1"/>
          <w:wAfter w:w="13" w:type="dxa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4"/>
            <w:shd w:val="clear" w:color="FFFFFF" w:fill="auto"/>
            <w:vAlign w:val="center"/>
          </w:tcPr>
          <w:p w:rsidR="00077744" w:rsidRPr="003F4C5F" w:rsidRDefault="00077744">
            <w:pPr>
              <w:rPr>
                <w:rFonts w:ascii="Arial" w:eastAsia="MS MinNew Roman" w:hAnsi="Arial"/>
                <w:sz w:val="18"/>
                <w:szCs w:val="18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gridSpan w:val="2"/>
            <w:shd w:val="clear" w:color="FFFFFF" w:fill="auto"/>
          </w:tcPr>
          <w:p w:rsidR="00077744" w:rsidRPr="003F4C5F" w:rsidRDefault="00077744">
            <w:pPr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gridAfter w:val="1"/>
          <w:wAfter w:w="13" w:type="dxa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693" w:type="dxa"/>
            <w:gridSpan w:val="11"/>
            <w:shd w:val="clear" w:color="FFFFFF" w:fill="auto"/>
            <w:vAlign w:val="center"/>
          </w:tcPr>
          <w:p w:rsidR="00077744" w:rsidRPr="003F4C5F" w:rsidRDefault="00077744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3F4C5F">
              <w:rPr>
                <w:rFonts w:ascii="Arial" w:eastAsia="MS MinNew Roman" w:hAnsi="Arial"/>
                <w:sz w:val="18"/>
                <w:szCs w:val="18"/>
              </w:rPr>
              <w:t>Причина:</w:t>
            </w:r>
          </w:p>
        </w:tc>
        <w:tc>
          <w:tcPr>
            <w:tcW w:w="8584" w:type="dxa"/>
            <w:gridSpan w:val="53"/>
            <w:shd w:val="clear" w:color="FFFFFF" w:fill="auto"/>
          </w:tcPr>
          <w:p w:rsidR="00077744" w:rsidRPr="00E022F5" w:rsidRDefault="00077744">
            <w:pPr>
              <w:rPr>
                <w:rFonts w:ascii="Arial" w:eastAsia="MS MinNew Roman" w:hAnsi="Arial"/>
                <w:sz w:val="18"/>
                <w:szCs w:val="18"/>
                <w:lang w:val="en-US"/>
              </w:rPr>
            </w:pPr>
            <w:r w:rsidRPr="00E022F5">
              <w:rPr>
                <w:rFonts w:ascii="Arial" w:eastAsia="MS MinNew Roman" w:hAnsi="Arial"/>
                <w:sz w:val="18"/>
                <w:szCs w:val="18"/>
                <w:lang w:val="en-US"/>
              </w:rPr>
              <w:t>{reason}</w:t>
            </w: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gridAfter w:val="1"/>
          <w:wAfter w:w="13" w:type="dxa"/>
          <w:trHeight w:val="12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20" w:type="dxa"/>
            <w:gridSpan w:val="6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3F4C5F">
              <w:rPr>
                <w:rFonts w:ascii="Arial" w:eastAsia="MS MinNew Roman" w:hAnsi="Arial"/>
                <w:b/>
                <w:sz w:val="18"/>
                <w:szCs w:val="18"/>
              </w:rPr>
              <w:t>№</w:t>
            </w:r>
          </w:p>
        </w:tc>
        <w:tc>
          <w:tcPr>
            <w:tcW w:w="8269" w:type="dxa"/>
            <w:gridSpan w:val="42"/>
            <w:vMerge w:val="restart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3F4C5F">
              <w:rPr>
                <w:rFonts w:ascii="Arial" w:eastAsia="MS MinNew Roman" w:hAnsi="Arial"/>
                <w:b/>
                <w:sz w:val="18"/>
                <w:szCs w:val="18"/>
              </w:rPr>
              <w:t>Товар</w:t>
            </w:r>
          </w:p>
        </w:tc>
        <w:tc>
          <w:tcPr>
            <w:tcW w:w="1575" w:type="dxa"/>
            <w:gridSpan w:val="14"/>
            <w:vMerge w:val="restart"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3F4C5F">
              <w:rPr>
                <w:rFonts w:ascii="Arial" w:eastAsia="MS MinNew Roman" w:hAnsi="Arial"/>
                <w:b/>
                <w:sz w:val="18"/>
                <w:szCs w:val="18"/>
              </w:rPr>
              <w:t>Количество</w:t>
            </w:r>
          </w:p>
        </w:tc>
        <w:tc>
          <w:tcPr>
            <w:tcW w:w="1181" w:type="dxa"/>
            <w:gridSpan w:val="10"/>
            <w:vMerge w:val="restart"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3F4C5F">
              <w:rPr>
                <w:rFonts w:ascii="Arial" w:eastAsia="MS MinNew Roman" w:hAnsi="Arial"/>
                <w:b/>
                <w:sz w:val="18"/>
                <w:szCs w:val="18"/>
              </w:rPr>
              <w:t>Цена</w:t>
            </w:r>
          </w:p>
        </w:tc>
        <w:tc>
          <w:tcPr>
            <w:tcW w:w="1575" w:type="dxa"/>
            <w:gridSpan w:val="16"/>
            <w:vMerge w:val="restart"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3F4C5F">
              <w:rPr>
                <w:rFonts w:ascii="Arial" w:eastAsia="MS MinNew Roman" w:hAnsi="Arial"/>
                <w:b/>
                <w:sz w:val="18"/>
                <w:szCs w:val="18"/>
              </w:rPr>
              <w:t>Сумма</w:t>
            </w:r>
          </w:p>
        </w:tc>
      </w:tr>
      <w:tr w:rsidR="00077744" w:rsidRPr="003F4C5F" w:rsidTr="00A537C9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20" w:type="dxa"/>
            <w:gridSpan w:val="6"/>
            <w:vMerge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8269" w:type="dxa"/>
            <w:gridSpan w:val="42"/>
            <w:vMerge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1575" w:type="dxa"/>
            <w:gridSpan w:val="14"/>
            <w:vMerge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1181" w:type="dxa"/>
            <w:gridSpan w:val="10"/>
            <w:vMerge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1575" w:type="dxa"/>
            <w:gridSpan w:val="16"/>
            <w:vMerge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</w:tr>
      <w:tr w:rsidR="00077744" w:rsidRPr="003F4C5F" w:rsidTr="00A537C9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20" w:type="dxa"/>
            <w:gridSpan w:val="6"/>
            <w:tcBorders>
              <w:top w:val="single" w:sz="4" w:space="0" w:color="auto"/>
              <w:left w:val="single" w:sz="10" w:space="0" w:color="auto"/>
            </w:tcBorders>
            <w:shd w:val="clear" w:color="FFFFFF" w:fill="auto"/>
          </w:tcPr>
          <w:p w:rsidR="00077744" w:rsidRPr="00A537C9" w:rsidRDefault="00077744" w:rsidP="003F4C5F">
            <w:pPr>
              <w:jc w:val="center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{Items.position}</w:t>
            </w:r>
          </w:p>
        </w:tc>
        <w:tc>
          <w:tcPr>
            <w:tcW w:w="8269" w:type="dxa"/>
            <w:gridSpan w:val="42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077744" w:rsidRPr="00A537C9" w:rsidRDefault="00077744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{Items.name}</w:t>
            </w:r>
          </w:p>
        </w:tc>
        <w:tc>
          <w:tcPr>
            <w:tcW w:w="945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077744" w:rsidRPr="00A537C9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{Items.quantity}</w:t>
            </w:r>
          </w:p>
        </w:tc>
        <w:tc>
          <w:tcPr>
            <w:tcW w:w="630" w:type="dxa"/>
            <w:gridSpan w:val="6"/>
            <w:tcBorders>
              <w:top w:val="single" w:sz="4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</w:tcPr>
          <w:p w:rsidR="00077744" w:rsidRPr="00A537C9" w:rsidRDefault="00077744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{Items.measure}</w:t>
            </w:r>
          </w:p>
        </w:tc>
        <w:tc>
          <w:tcPr>
            <w:tcW w:w="118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bottom"/>
          </w:tcPr>
          <w:p w:rsidR="00077744" w:rsidRPr="00A537C9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{Items.price}</w:t>
            </w:r>
          </w:p>
        </w:tc>
        <w:tc>
          <w:tcPr>
            <w:tcW w:w="1575" w:type="dxa"/>
            <w:gridSpan w:val="16"/>
            <w:tcBorders>
              <w:top w:val="single" w:sz="4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77744" w:rsidRPr="001B6687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{Items.amount}</w:t>
            </w:r>
            <w:r>
              <w:rPr>
                <w:rFonts w:ascii="Arial" w:eastAsia="MS MinNew Roman" w:hAnsi="Arial"/>
                <w:sz w:val="16"/>
                <w:szCs w:val="16"/>
              </w:rPr>
              <w:t xml:space="preserve"> 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{Items.currency}</w:t>
            </w:r>
          </w:p>
        </w:tc>
      </w:tr>
      <w:tr w:rsidR="00077744" w:rsidRPr="003F4C5F" w:rsidTr="00A537C9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269" w:type="dxa"/>
            <w:gridSpan w:val="4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27" w:type="dxa"/>
            <w:gridSpan w:val="6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54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gridAfter w:val="1"/>
          <w:wAfter w:w="13" w:type="dxa"/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3020" w:type="dxa"/>
            <w:gridSpan w:val="87"/>
            <w:shd w:val="clear" w:color="FFFFFF" w:fill="auto"/>
            <w:vAlign w:val="bottom"/>
          </w:tcPr>
          <w:p w:rsidR="00077744" w:rsidRPr="00DF6AF6" w:rsidRDefault="00077744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 w:rsidRPr="003F4C5F">
              <w:rPr>
                <w:rFonts w:ascii="Arial" w:eastAsia="MS MinNew Roman" w:hAnsi="Arial"/>
                <w:sz w:val="16"/>
                <w:szCs w:val="16"/>
              </w:rPr>
              <w:t xml:space="preserve">Всего наименований </w:t>
            </w:r>
            <w:r w:rsidRPr="00B85FB6">
              <w:rPr>
                <w:rFonts w:ascii="Arial" w:hAnsi="Arial"/>
                <w:sz w:val="16"/>
                <w:szCs w:val="16"/>
              </w:rPr>
              <w:t>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total</w:t>
            </w:r>
            <w:r w:rsidRPr="00B85FB6">
              <w:rPr>
                <w:rFonts w:ascii="Arial" w:hAnsi="Arial"/>
                <w:sz w:val="16"/>
                <w:szCs w:val="16"/>
              </w:rPr>
              <w:t>_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count</w:t>
            </w:r>
            <w:r w:rsidRPr="00B85FB6">
              <w:rPr>
                <w:rFonts w:ascii="Arial" w:hAnsi="Arial"/>
                <w:sz w:val="16"/>
                <w:szCs w:val="16"/>
              </w:rPr>
              <w:t>}</w:t>
            </w:r>
          </w:p>
        </w:tc>
      </w:tr>
      <w:tr w:rsidR="00077744" w:rsidRPr="003F4C5F" w:rsidTr="00A537C9">
        <w:trPr>
          <w:gridAfter w:val="1"/>
          <w:wAfter w:w="13" w:type="dxa"/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3020" w:type="dxa"/>
            <w:gridSpan w:val="87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</w:tr>
      <w:tr w:rsidR="00077744" w:rsidRPr="003F4C5F" w:rsidTr="00A537C9">
        <w:trPr>
          <w:trHeight w:val="14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58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6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58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6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958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210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20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386" w:type="dxa"/>
            <w:gridSpan w:val="16"/>
            <w:shd w:val="clear" w:color="FFFFFF" w:fill="auto"/>
            <w:vAlign w:val="bottom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sz w:val="14"/>
                <w:szCs w:val="14"/>
              </w:rPr>
            </w:pPr>
            <w:r w:rsidRPr="003F4C5F">
              <w:rPr>
                <w:rFonts w:ascii="Arial" w:eastAsia="MS MinNew Roman" w:hAnsi="Arial"/>
                <w:sz w:val="14"/>
                <w:szCs w:val="14"/>
              </w:rPr>
              <w:t>Должность</w:t>
            </w: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18"/>
            <w:shd w:val="clear" w:color="FFFFFF" w:fill="auto"/>
            <w:vAlign w:val="bottom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sz w:val="14"/>
                <w:szCs w:val="14"/>
              </w:rPr>
            </w:pPr>
            <w:r w:rsidRPr="003F4C5F">
              <w:rPr>
                <w:rFonts w:ascii="Arial" w:eastAsia="MS MinNew Roman" w:hAnsi="Arial"/>
                <w:sz w:val="14"/>
                <w:szCs w:val="14"/>
              </w:rPr>
              <w:t>Подпись</w:t>
            </w: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3531" w:type="dxa"/>
            <w:gridSpan w:val="21"/>
            <w:shd w:val="clear" w:color="FFFFFF" w:fill="auto"/>
            <w:vAlign w:val="bottom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sz w:val="14"/>
                <w:szCs w:val="14"/>
              </w:rPr>
            </w:pPr>
            <w:r w:rsidRPr="003F4C5F">
              <w:rPr>
                <w:rFonts w:ascii="Arial" w:eastAsia="MS MinNew Roman" w:hAnsi="Arial"/>
                <w:sz w:val="14"/>
                <w:szCs w:val="14"/>
              </w:rPr>
              <w:t>Расшифровка подписи</w:t>
            </w: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6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958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210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6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958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210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20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386" w:type="dxa"/>
            <w:gridSpan w:val="16"/>
            <w:shd w:val="clear" w:color="FFFFFF" w:fill="auto"/>
            <w:vAlign w:val="bottom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sz w:val="14"/>
                <w:szCs w:val="14"/>
              </w:rPr>
            </w:pPr>
            <w:r w:rsidRPr="003F4C5F">
              <w:rPr>
                <w:rFonts w:ascii="Arial" w:eastAsia="MS MinNew Roman" w:hAnsi="Arial"/>
                <w:sz w:val="14"/>
                <w:szCs w:val="14"/>
              </w:rPr>
              <w:t>Должность</w:t>
            </w: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18"/>
            <w:shd w:val="clear" w:color="FFFFFF" w:fill="auto"/>
            <w:vAlign w:val="bottom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sz w:val="14"/>
                <w:szCs w:val="14"/>
              </w:rPr>
            </w:pPr>
            <w:r w:rsidRPr="003F4C5F">
              <w:rPr>
                <w:rFonts w:ascii="Arial" w:eastAsia="MS MinNew Roman" w:hAnsi="Arial"/>
                <w:sz w:val="14"/>
                <w:szCs w:val="14"/>
              </w:rPr>
              <w:t>Подпись</w:t>
            </w: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3531" w:type="dxa"/>
            <w:gridSpan w:val="21"/>
            <w:shd w:val="clear" w:color="FFFFFF" w:fill="auto"/>
            <w:vAlign w:val="bottom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sz w:val="14"/>
                <w:szCs w:val="14"/>
              </w:rPr>
            </w:pPr>
            <w:r w:rsidRPr="003F4C5F">
              <w:rPr>
                <w:rFonts w:ascii="Arial" w:eastAsia="MS MinNew Roman" w:hAnsi="Arial"/>
                <w:sz w:val="14"/>
                <w:szCs w:val="14"/>
              </w:rPr>
              <w:t>Расшифровка подписи</w:t>
            </w: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6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958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210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6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958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210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20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386" w:type="dxa"/>
            <w:gridSpan w:val="16"/>
            <w:shd w:val="clear" w:color="FFFFFF" w:fill="auto"/>
            <w:vAlign w:val="bottom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sz w:val="14"/>
                <w:szCs w:val="14"/>
              </w:rPr>
            </w:pPr>
            <w:r w:rsidRPr="003F4C5F">
              <w:rPr>
                <w:rFonts w:ascii="Arial" w:eastAsia="MS MinNew Roman" w:hAnsi="Arial"/>
                <w:sz w:val="14"/>
                <w:szCs w:val="14"/>
              </w:rPr>
              <w:t>Должность</w:t>
            </w: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18"/>
            <w:shd w:val="clear" w:color="FFFFFF" w:fill="auto"/>
            <w:vAlign w:val="bottom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sz w:val="14"/>
                <w:szCs w:val="14"/>
              </w:rPr>
            </w:pPr>
            <w:r w:rsidRPr="003F4C5F">
              <w:rPr>
                <w:rFonts w:ascii="Arial" w:eastAsia="MS MinNew Roman" w:hAnsi="Arial"/>
                <w:sz w:val="14"/>
                <w:szCs w:val="14"/>
              </w:rPr>
              <w:t>Подпись</w:t>
            </w: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 w:rsidP="003F4C5F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3531" w:type="dxa"/>
            <w:gridSpan w:val="21"/>
            <w:shd w:val="clear" w:color="FFFFFF" w:fill="auto"/>
            <w:vAlign w:val="bottom"/>
          </w:tcPr>
          <w:p w:rsidR="00077744" w:rsidRPr="003F4C5F" w:rsidRDefault="00077744" w:rsidP="003F4C5F">
            <w:pPr>
              <w:jc w:val="center"/>
              <w:rPr>
                <w:rFonts w:ascii="Arial" w:eastAsia="MS MinNew Roman" w:hAnsi="Arial"/>
                <w:sz w:val="14"/>
                <w:szCs w:val="14"/>
              </w:rPr>
            </w:pPr>
            <w:r w:rsidRPr="003F4C5F">
              <w:rPr>
                <w:rFonts w:ascii="Arial" w:eastAsia="MS MinNew Roman" w:hAnsi="Arial"/>
                <w:sz w:val="14"/>
                <w:szCs w:val="14"/>
              </w:rPr>
              <w:t>Расшифровка подписи</w:t>
            </w: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077744" w:rsidRPr="003F4C5F" w:rsidTr="00A537C9">
        <w:trPr>
          <w:trHeight w:val="60"/>
        </w:trPr>
        <w:tc>
          <w:tcPr>
            <w:tcW w:w="131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546" w:type="dxa"/>
            <w:gridSpan w:val="10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315" w:type="dxa"/>
            <w:gridSpan w:val="3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890" w:type="dxa"/>
            <w:gridSpan w:val="15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10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3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shd w:val="clear" w:color="FFFFFF" w:fill="auto"/>
            <w:vAlign w:val="bottom"/>
          </w:tcPr>
          <w:p w:rsidR="00077744" w:rsidRPr="003F4C5F" w:rsidRDefault="00077744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</w:tbl>
    <w:p w:rsidR="00077744" w:rsidRDefault="00077744"/>
    <w:sectPr w:rsidR="00077744" w:rsidSect="005C018D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011"/>
    <w:rsid w:val="00077744"/>
    <w:rsid w:val="000D6769"/>
    <w:rsid w:val="00181FB5"/>
    <w:rsid w:val="00197B87"/>
    <w:rsid w:val="001B6687"/>
    <w:rsid w:val="00216824"/>
    <w:rsid w:val="00235780"/>
    <w:rsid w:val="00340CE0"/>
    <w:rsid w:val="00362C06"/>
    <w:rsid w:val="00375033"/>
    <w:rsid w:val="003A0927"/>
    <w:rsid w:val="003F4C5F"/>
    <w:rsid w:val="004007FF"/>
    <w:rsid w:val="00434DF5"/>
    <w:rsid w:val="0044026C"/>
    <w:rsid w:val="005C018D"/>
    <w:rsid w:val="00622796"/>
    <w:rsid w:val="00675822"/>
    <w:rsid w:val="00793E64"/>
    <w:rsid w:val="007A7011"/>
    <w:rsid w:val="00813521"/>
    <w:rsid w:val="00864840"/>
    <w:rsid w:val="00895509"/>
    <w:rsid w:val="008C1EA9"/>
    <w:rsid w:val="009B075E"/>
    <w:rsid w:val="009F1A77"/>
    <w:rsid w:val="00A2418C"/>
    <w:rsid w:val="00A537C9"/>
    <w:rsid w:val="00AA656E"/>
    <w:rsid w:val="00AD020D"/>
    <w:rsid w:val="00AD2D44"/>
    <w:rsid w:val="00B845D2"/>
    <w:rsid w:val="00B85FB6"/>
    <w:rsid w:val="00BA1269"/>
    <w:rsid w:val="00C16C90"/>
    <w:rsid w:val="00CB713F"/>
    <w:rsid w:val="00D062F2"/>
    <w:rsid w:val="00D571D0"/>
    <w:rsid w:val="00DF6AF6"/>
    <w:rsid w:val="00E022F5"/>
    <w:rsid w:val="00E910D6"/>
    <w:rsid w:val="00ED2167"/>
    <w:rsid w:val="00FB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18D"/>
    <w:rPr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5C018D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5C018D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5C018D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171</Words>
  <Characters>979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Alexander</cp:lastModifiedBy>
  <cp:revision>14</cp:revision>
  <dcterms:created xsi:type="dcterms:W3CDTF">2019-01-28T07:02:00Z</dcterms:created>
  <dcterms:modified xsi:type="dcterms:W3CDTF">2019-03-22T09:45:00Z</dcterms:modified>
</cp:coreProperties>
</file>