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131"/>
        <w:gridCol w:w="315"/>
        <w:gridCol w:w="105"/>
        <w:gridCol w:w="210"/>
        <w:gridCol w:w="315"/>
        <w:gridCol w:w="459"/>
        <w:gridCol w:w="171"/>
        <w:gridCol w:w="315"/>
        <w:gridCol w:w="315"/>
        <w:gridCol w:w="315"/>
        <w:gridCol w:w="315"/>
        <w:gridCol w:w="315"/>
        <w:gridCol w:w="315"/>
        <w:gridCol w:w="184"/>
        <w:gridCol w:w="131"/>
        <w:gridCol w:w="315"/>
        <w:gridCol w:w="94"/>
        <w:gridCol w:w="22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39"/>
        <w:gridCol w:w="176"/>
        <w:gridCol w:w="315"/>
        <w:gridCol w:w="49"/>
        <w:gridCol w:w="266"/>
        <w:gridCol w:w="315"/>
        <w:gridCol w:w="250"/>
        <w:gridCol w:w="65"/>
        <w:gridCol w:w="315"/>
        <w:gridCol w:w="289"/>
        <w:gridCol w:w="28"/>
      </w:tblGrid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2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42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397" w:type="dxa"/>
            <w:gridSpan w:val="40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8"/>
                <w:szCs w:val="28"/>
              </w:rPr>
            </w:pPr>
            <w:r w:rsidRPr="00791308">
              <w:rPr>
                <w:rFonts w:ascii="Arial" w:eastAsia="MS MinNew Roman" w:hAnsi="Arial"/>
                <w:b/>
                <w:sz w:val="28"/>
                <w:szCs w:val="28"/>
              </w:rPr>
              <w:t xml:space="preserve">Акт о пересортице товаров № </w:t>
            </w:r>
            <w:r w:rsidRPr="00050646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050646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number</w:t>
            </w:r>
            <w:r w:rsidRPr="00050646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791308">
              <w:rPr>
                <w:rFonts w:ascii="Arial" w:eastAsia="MS MinNew Roman" w:hAnsi="Arial"/>
                <w:b/>
                <w:sz w:val="28"/>
                <w:szCs w:val="28"/>
              </w:rPr>
              <w:t xml:space="preserve"> от </w:t>
            </w:r>
            <w:r w:rsidRPr="00050646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050646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date</w:t>
            </w:r>
            <w:r w:rsidRPr="00050646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791308">
              <w:rPr>
                <w:rFonts w:ascii="Arial" w:eastAsia="MS MinNew Roman" w:hAnsi="Arial"/>
                <w:b/>
                <w:sz w:val="28"/>
                <w:szCs w:val="28"/>
              </w:rPr>
              <w:t xml:space="preserve"> г.</w:t>
            </w: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center"/>
          </w:tcPr>
          <w:p w:rsidR="0022135F" w:rsidRPr="00791308" w:rsidRDefault="0022135F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sz w:val="18"/>
                <w:szCs w:val="18"/>
              </w:rPr>
              <w:t>Организация:</w:t>
            </w:r>
          </w:p>
        </w:tc>
        <w:tc>
          <w:tcPr>
            <w:tcW w:w="8822" w:type="dxa"/>
            <w:gridSpan w:val="34"/>
            <w:shd w:val="clear" w:color="FFFFFF" w:fill="auto"/>
          </w:tcPr>
          <w:p w:rsidR="0022135F" w:rsidRPr="00050646" w:rsidRDefault="0022135F" w:rsidP="001A503B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{company.name}</w:t>
            </w:r>
          </w:p>
        </w:tc>
      </w:tr>
      <w:tr w:rsidR="0022135F" w:rsidRPr="00791308" w:rsidTr="00050646"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center"/>
          </w:tcPr>
          <w:p w:rsidR="0022135F" w:rsidRPr="00791308" w:rsidRDefault="0022135F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sz w:val="18"/>
                <w:szCs w:val="18"/>
              </w:rPr>
              <w:t>Магазин:</w:t>
            </w:r>
          </w:p>
        </w:tc>
        <w:tc>
          <w:tcPr>
            <w:tcW w:w="8822" w:type="dxa"/>
            <w:gridSpan w:val="34"/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{shop.name}</w:t>
            </w:r>
          </w:p>
        </w:tc>
      </w:tr>
      <w:tr w:rsidR="0022135F" w:rsidRPr="00791308" w:rsidTr="00050646"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center"/>
          </w:tcPr>
          <w:p w:rsidR="0022135F" w:rsidRPr="00791308" w:rsidRDefault="0022135F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sz w:val="18"/>
                <w:szCs w:val="18"/>
              </w:rPr>
              <w:t>Склад:</w:t>
            </w:r>
          </w:p>
        </w:tc>
        <w:tc>
          <w:tcPr>
            <w:tcW w:w="8822" w:type="dxa"/>
            <w:gridSpan w:val="34"/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  <w:bookmarkStart w:id="0" w:name="_GoBack"/>
            <w:bookmarkEnd w:id="0"/>
            <w:r w:rsidRPr="00050646">
              <w:rPr>
                <w:rFonts w:ascii="Arial" w:eastAsia="MS MinNew Roman" w:hAnsi="Arial"/>
                <w:b/>
                <w:sz w:val="18"/>
                <w:szCs w:val="18"/>
              </w:rPr>
              <w:t>{</w:t>
            </w: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shop_warehouse.name</w:t>
            </w:r>
            <w:r w:rsidRPr="00050646">
              <w:rPr>
                <w:rFonts w:ascii="Arial" w:eastAsia="MS MinNew Roman" w:hAnsi="Arial"/>
                <w:b/>
                <w:sz w:val="18"/>
                <w:szCs w:val="18"/>
              </w:rPr>
              <w:t>}</w:t>
            </w:r>
          </w:p>
        </w:tc>
      </w:tr>
      <w:tr w:rsidR="0022135F" w:rsidRPr="00791308" w:rsidTr="00050646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822" w:type="dxa"/>
            <w:gridSpan w:val="34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791308">
        <w:trPr>
          <w:gridAfter w:val="1"/>
          <w:wAfter w:w="28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22135F" w:rsidRPr="00791308" w:rsidRDefault="0022135F" w:rsidP="00791308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b/>
                <w:sz w:val="18"/>
                <w:szCs w:val="18"/>
              </w:rPr>
              <w:t>№</w:t>
            </w:r>
          </w:p>
        </w:tc>
        <w:tc>
          <w:tcPr>
            <w:tcW w:w="4620" w:type="dxa"/>
            <w:gridSpan w:val="17"/>
            <w:tcBorders>
              <w:top w:val="single" w:sz="10" w:space="0" w:color="auto"/>
              <w:left w:val="non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22135F" w:rsidRPr="00791308" w:rsidRDefault="0022135F" w:rsidP="00791308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b/>
                <w:sz w:val="18"/>
                <w:szCs w:val="18"/>
              </w:rPr>
              <w:t>Списываемый товар</w:t>
            </w:r>
          </w:p>
        </w:tc>
        <w:tc>
          <w:tcPr>
            <w:tcW w:w="4660" w:type="dxa"/>
            <w:gridSpan w:val="17"/>
            <w:tcBorders>
              <w:top w:val="single" w:sz="10" w:space="0" w:color="auto"/>
              <w:left w:val="non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22135F" w:rsidRPr="00791308" w:rsidRDefault="0022135F" w:rsidP="00791308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b/>
                <w:sz w:val="18"/>
                <w:szCs w:val="18"/>
              </w:rPr>
              <w:t>Приходуемый товар</w:t>
            </w:r>
          </w:p>
        </w:tc>
        <w:tc>
          <w:tcPr>
            <w:tcW w:w="669" w:type="dxa"/>
            <w:gridSpan w:val="3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22135F" w:rsidRPr="00791308" w:rsidRDefault="0022135F" w:rsidP="00791308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791308">
              <w:rPr>
                <w:rFonts w:ascii="Arial" w:eastAsia="MS MinNew Roman" w:hAnsi="Arial"/>
                <w:b/>
                <w:sz w:val="18"/>
                <w:szCs w:val="18"/>
              </w:rPr>
              <w:t>Кол-во</w:t>
            </w:r>
          </w:p>
        </w:tc>
      </w:tr>
      <w:tr w:rsidR="0022135F" w:rsidRPr="00791308" w:rsidTr="000A41B4">
        <w:trPr>
          <w:gridAfter w:val="1"/>
          <w:wAfter w:w="28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10" w:space="0" w:color="auto"/>
              <w:bottom w:val="none" w:sz="4" w:space="0" w:color="auto"/>
            </w:tcBorders>
            <w:shd w:val="clear" w:color="FFFFFF" w:fill="auto"/>
          </w:tcPr>
          <w:p w:rsidR="0022135F" w:rsidRPr="00050646" w:rsidRDefault="0022135F" w:rsidP="00791308">
            <w:pPr>
              <w:jc w:val="center"/>
              <w:rPr>
                <w:rFonts w:ascii="Arial" w:eastAsia="MS MinNew Roman" w:hAnsi="Arial"/>
                <w:sz w:val="16"/>
                <w:szCs w:val="16"/>
              </w:rPr>
            </w:pPr>
            <w:r w:rsidRPr="00050646">
              <w:rPr>
                <w:rFonts w:ascii="Arial" w:eastAsia="MS MinNew Roman" w:hAnsi="Arial"/>
                <w:sz w:val="16"/>
                <w:szCs w:val="16"/>
              </w:rPr>
              <w:t>{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Items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.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position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}</w:t>
            </w:r>
          </w:p>
        </w:tc>
        <w:tc>
          <w:tcPr>
            <w:tcW w:w="3229" w:type="dxa"/>
            <w:gridSpan w:val="11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  <w:r w:rsidRPr="00050646">
              <w:rPr>
                <w:rFonts w:ascii="Arial" w:eastAsia="MS MinNew Roman" w:hAnsi="Arial"/>
                <w:sz w:val="16"/>
                <w:szCs w:val="16"/>
              </w:rPr>
              <w:t>{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Items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.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writeoff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_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name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}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  <w:r w:rsidRPr="00050646">
              <w:rPr>
                <w:rFonts w:ascii="Arial" w:eastAsia="MS MinNew Roman" w:hAnsi="Arial"/>
                <w:sz w:val="16"/>
                <w:szCs w:val="16"/>
              </w:rPr>
              <w:t>{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Items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.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writeoff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_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measure</w:t>
            </w:r>
            <w:r w:rsidRPr="00050646">
              <w:rPr>
                <w:rFonts w:ascii="Arial" w:eastAsia="MS MinNew Roman" w:hAnsi="Arial"/>
                <w:sz w:val="16"/>
                <w:szCs w:val="16"/>
              </w:rPr>
              <w:t>}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22135F" w:rsidRPr="00050646" w:rsidRDefault="0022135F" w:rsidP="00791308">
            <w:pPr>
              <w:wordWrap w:val="0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 w:rsidRPr="008710E8">
              <w:rPr>
                <w:rFonts w:ascii="Arial" w:eastAsia="MS MinNew Roman" w:hAnsi="Arial"/>
                <w:sz w:val="16"/>
                <w:szCs w:val="16"/>
                <w:lang w:val="en-US"/>
              </w:rPr>
              <w:t>{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Items.writeoff_price} {Items.writeoff_currency}</w:t>
            </w:r>
          </w:p>
        </w:tc>
        <w:tc>
          <w:tcPr>
            <w:tcW w:w="3289" w:type="dxa"/>
            <w:gridSpan w:val="11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{Items.incoming_name}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{Items.incoming_measure}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22135F" w:rsidRPr="00050646" w:rsidRDefault="0022135F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{Items.incoming_price} {Items.incoming_currency}</w:t>
            </w:r>
          </w:p>
        </w:tc>
        <w:tc>
          <w:tcPr>
            <w:tcW w:w="669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10" w:space="0" w:color="auto"/>
            </w:tcBorders>
            <w:shd w:val="clear" w:color="FFFFFF" w:fill="auto"/>
          </w:tcPr>
          <w:p w:rsidR="0022135F" w:rsidRPr="00050646" w:rsidRDefault="0022135F" w:rsidP="00791308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{Items.count}</w:t>
            </w:r>
          </w:p>
        </w:tc>
      </w:tr>
      <w:tr w:rsidR="0022135F" w:rsidRPr="00791308" w:rsidTr="000A41B4">
        <w:trPr>
          <w:gridAfter w:val="1"/>
          <w:wAfter w:w="28" w:type="dxa"/>
          <w:trHeight w:val="105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7465" w:type="dxa"/>
            <w:gridSpan w:val="28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31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69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397" w:type="dxa"/>
            <w:gridSpan w:val="40"/>
            <w:shd w:val="clear" w:color="FFFFFF" w:fill="auto"/>
            <w:vAlign w:val="bottom"/>
          </w:tcPr>
          <w:p w:rsidR="0022135F" w:rsidRPr="00050646" w:rsidRDefault="0022135F">
            <w:pPr>
              <w:rPr>
                <w:rFonts w:ascii="Microsoft Sans Serif" w:eastAsia="MS MinNew Roman" w:hAnsi="Microsoft Sans Serif"/>
                <w:sz w:val="16"/>
                <w:szCs w:val="16"/>
                <w:lang w:val="en-US"/>
              </w:rPr>
            </w:pPr>
            <w:r w:rsidRPr="00791308">
              <w:rPr>
                <w:rFonts w:ascii="Microsoft Sans Serif" w:eastAsia="MS MinNew Roman" w:hAnsi="Microsoft Sans Serif"/>
                <w:sz w:val="16"/>
                <w:szCs w:val="16"/>
              </w:rPr>
              <w:t>Всего наименований</w:t>
            </w:r>
            <w:r>
              <w:rPr>
                <w:rFonts w:ascii="Microsoft Sans Serif" w:eastAsia="MS MinNew Roman" w:hAnsi="Microsoft Sans Serif"/>
                <w:sz w:val="16"/>
                <w:szCs w:val="16"/>
              </w:rPr>
              <w:t xml:space="preserve"> </w:t>
            </w:r>
            <w:r>
              <w:rPr>
                <w:rFonts w:ascii="Microsoft Sans Serif" w:eastAsia="MS MinNew Roman" w:hAnsi="Microsoft Sans Serif"/>
                <w:sz w:val="16"/>
                <w:szCs w:val="16"/>
                <w:lang w:val="en-US"/>
              </w:rPr>
              <w:t>{total_count}</w:t>
            </w:r>
          </w:p>
        </w:tc>
      </w:tr>
      <w:tr w:rsidR="0022135F" w:rsidRPr="00791308" w:rsidTr="00050646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  <w:r w:rsidRPr="00791308">
              <w:rPr>
                <w:rFonts w:ascii="Arial" w:eastAsia="MS MinNew Roman" w:hAnsi="Arial"/>
                <w:b/>
                <w:sz w:val="20"/>
                <w:szCs w:val="20"/>
              </w:rPr>
              <w:t>Ответственный</w:t>
            </w:r>
          </w:p>
        </w:tc>
        <w:tc>
          <w:tcPr>
            <w:tcW w:w="2205" w:type="dxa"/>
            <w:gridSpan w:val="9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4095" w:type="dxa"/>
            <w:gridSpan w:val="14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7" w:type="dxa"/>
            <w:gridSpan w:val="8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 w:rsidP="00791308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 w:rsidP="00791308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 w:rsidP="00791308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 w:rsidP="00791308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  <w:r w:rsidRPr="00791308">
              <w:rPr>
                <w:rFonts w:ascii="Arial" w:eastAsia="MS MinNew Roman" w:hAnsi="Arial"/>
                <w:b/>
                <w:sz w:val="20"/>
                <w:szCs w:val="20"/>
              </w:rPr>
              <w:t>Кладовщик</w:t>
            </w:r>
          </w:p>
        </w:tc>
        <w:tc>
          <w:tcPr>
            <w:tcW w:w="2205" w:type="dxa"/>
            <w:gridSpan w:val="9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4095" w:type="dxa"/>
            <w:gridSpan w:val="14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22135F" w:rsidRPr="00791308" w:rsidTr="00050646">
        <w:trPr>
          <w:trHeight w:val="105"/>
        </w:trPr>
        <w:tc>
          <w:tcPr>
            <w:tcW w:w="131" w:type="dxa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2205" w:type="dxa"/>
            <w:gridSpan w:val="9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3465" w:type="dxa"/>
            <w:gridSpan w:val="11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10"/>
            <w:shd w:val="clear" w:color="FFFFFF" w:fill="auto"/>
            <w:vAlign w:val="bottom"/>
          </w:tcPr>
          <w:p w:rsidR="0022135F" w:rsidRPr="00791308" w:rsidRDefault="0022135F" w:rsidP="00791308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FFFFFF" w:fill="auto"/>
            <w:vAlign w:val="bottom"/>
          </w:tcPr>
          <w:p w:rsidR="0022135F" w:rsidRPr="00791308" w:rsidRDefault="0022135F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</w:tbl>
    <w:p w:rsidR="0022135F" w:rsidRDefault="0022135F"/>
    <w:sectPr w:rsidR="0022135F" w:rsidSect="003529D9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C48"/>
    <w:rsid w:val="00050646"/>
    <w:rsid w:val="000A41B4"/>
    <w:rsid w:val="00105E00"/>
    <w:rsid w:val="001A503B"/>
    <w:rsid w:val="0022135F"/>
    <w:rsid w:val="003529D9"/>
    <w:rsid w:val="005F0635"/>
    <w:rsid w:val="00791308"/>
    <w:rsid w:val="00795C48"/>
    <w:rsid w:val="008710E8"/>
    <w:rsid w:val="00C11401"/>
    <w:rsid w:val="00C3571D"/>
    <w:rsid w:val="00EA4AC9"/>
    <w:rsid w:val="00F6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9D9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3529D9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3529D9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3529D9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uiPriority w:val="99"/>
    <w:rsid w:val="003529D9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111</Words>
  <Characters>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Alexander</cp:lastModifiedBy>
  <cp:revision>8</cp:revision>
  <dcterms:created xsi:type="dcterms:W3CDTF">2019-02-06T08:11:00Z</dcterms:created>
  <dcterms:modified xsi:type="dcterms:W3CDTF">2019-03-22T10:13:00Z</dcterms:modified>
</cp:coreProperties>
</file>